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16BA8" w14:textId="77777777" w:rsidR="000B489C" w:rsidRPr="00623DC5" w:rsidRDefault="003E0BEB" w:rsidP="00620782">
      <w:pPr>
        <w:rPr>
          <w:rFonts w:ascii="Calibri" w:hAnsi="Calibri"/>
        </w:rPr>
      </w:pPr>
      <w:r w:rsidRPr="00623DC5">
        <w:rPr>
          <w:rFonts w:ascii="Calibri" w:hAnsi="Calibri"/>
        </w:rPr>
        <w:t>Name: _________________________________</w:t>
      </w:r>
      <w:r w:rsidRPr="00623DC5">
        <w:rPr>
          <w:rFonts w:ascii="Calibri" w:hAnsi="Calibri"/>
        </w:rPr>
        <w:tab/>
        <w:t>Period: _______</w:t>
      </w:r>
      <w:r w:rsidRPr="00623DC5">
        <w:rPr>
          <w:rFonts w:ascii="Calibri" w:hAnsi="Calibri"/>
        </w:rPr>
        <w:tab/>
        <w:t>Date: _____________</w:t>
      </w:r>
    </w:p>
    <w:p w14:paraId="743BD9BB" w14:textId="77777777" w:rsidR="003E0BEB" w:rsidRPr="00623DC5" w:rsidRDefault="003E0BEB" w:rsidP="00620782">
      <w:pPr>
        <w:rPr>
          <w:rFonts w:ascii="Calibri" w:hAnsi="Calibri"/>
        </w:rPr>
      </w:pPr>
    </w:p>
    <w:p w14:paraId="371CC2A3" w14:textId="77777777" w:rsidR="003E0BEB" w:rsidRPr="00F77381" w:rsidRDefault="00620782" w:rsidP="00620782">
      <w:pPr>
        <w:jc w:val="center"/>
        <w:rPr>
          <w:rFonts w:ascii="Calibri" w:hAnsi="Calibri"/>
          <w:b/>
          <w:sz w:val="36"/>
          <w:szCs w:val="36"/>
        </w:rPr>
      </w:pPr>
      <w:r w:rsidRPr="00F77381">
        <w:rPr>
          <w:rFonts w:ascii="Calibri" w:hAnsi="Calibri"/>
          <w:b/>
          <w:sz w:val="36"/>
          <w:szCs w:val="36"/>
        </w:rPr>
        <w:t>Polyatomic Ions Naming Practice</w:t>
      </w:r>
    </w:p>
    <w:p w14:paraId="6563A9AD" w14:textId="77777777" w:rsidR="00E53046" w:rsidRPr="00623DC5" w:rsidRDefault="00E53046" w:rsidP="00620782">
      <w:pPr>
        <w:rPr>
          <w:rFonts w:ascii="Calibri" w:hAnsi="Calibri"/>
        </w:rPr>
      </w:pPr>
    </w:p>
    <w:p w14:paraId="3B71301C" w14:textId="77777777" w:rsidR="00620782" w:rsidRPr="00623DC5" w:rsidRDefault="00620782" w:rsidP="00620782">
      <w:pPr>
        <w:rPr>
          <w:rFonts w:ascii="Calibri" w:hAnsi="Calibri"/>
        </w:rPr>
      </w:pPr>
      <w:r w:rsidRPr="00623DC5">
        <w:rPr>
          <w:rFonts w:ascii="Calibri" w:hAnsi="Calibri"/>
          <w:b/>
          <w:i/>
        </w:rPr>
        <w:t>Directions</w:t>
      </w:r>
      <w:r w:rsidRPr="00623DC5">
        <w:rPr>
          <w:rFonts w:ascii="Calibri" w:hAnsi="Calibri"/>
        </w:rPr>
        <w:t>: Write the chemical formula for the compound formed by the elements below. All compounds contain at least one polyatomic ion.</w:t>
      </w:r>
    </w:p>
    <w:p w14:paraId="004F68FC" w14:textId="77777777" w:rsidR="00620782" w:rsidRPr="00623DC5" w:rsidRDefault="00620782" w:rsidP="00620782">
      <w:pPr>
        <w:rPr>
          <w:rFonts w:ascii="Calibri" w:hAnsi="Calibri"/>
        </w:rPr>
      </w:pPr>
    </w:p>
    <w:p w14:paraId="2DFCED28" w14:textId="77777777" w:rsidR="0020312F" w:rsidRDefault="0020312F" w:rsidP="00620782">
      <w:pPr>
        <w:numPr>
          <w:ilvl w:val="0"/>
          <w:numId w:val="4"/>
        </w:numPr>
        <w:rPr>
          <w:rFonts w:ascii="Calibri" w:hAnsi="Calibri"/>
        </w:rPr>
        <w:sectPr w:rsidR="0020312F" w:rsidSect="00391415">
          <w:pgSz w:w="12240" w:h="15840"/>
          <w:pgMar w:top="720" w:right="1440" w:bottom="576" w:left="1440" w:header="720" w:footer="720" w:gutter="0"/>
          <w:cols w:space="720"/>
          <w:docGrid w:linePitch="360"/>
        </w:sectPr>
      </w:pPr>
    </w:p>
    <w:p w14:paraId="017B319D" w14:textId="7F58FD88" w:rsidR="00620782" w:rsidRPr="00623DC5" w:rsidRDefault="00620782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lastRenderedPageBreak/>
        <w:t>Ca</w:t>
      </w:r>
      <w:r w:rsidRPr="00623DC5">
        <w:rPr>
          <w:rFonts w:ascii="Calibri" w:hAnsi="Calibri"/>
          <w:vertAlign w:val="superscript"/>
        </w:rPr>
        <w:t>+</w:t>
      </w:r>
      <w:r w:rsidR="0020312F">
        <w:rPr>
          <w:rFonts w:ascii="Calibri" w:hAnsi="Calibri"/>
          <w:vertAlign w:val="superscript"/>
        </w:rPr>
        <w:t>2</w:t>
      </w:r>
      <w:r w:rsidRPr="00623DC5">
        <w:rPr>
          <w:rFonts w:ascii="Calibri" w:hAnsi="Calibri"/>
        </w:rPr>
        <w:t xml:space="preserve"> and CO</w:t>
      </w:r>
      <w:r w:rsidRPr="00623DC5">
        <w:rPr>
          <w:rFonts w:ascii="Calibri" w:hAnsi="Calibri"/>
          <w:vertAlign w:val="subscript"/>
        </w:rPr>
        <w:t>3</w:t>
      </w:r>
      <w:r w:rsidRPr="00623DC5">
        <w:rPr>
          <w:rFonts w:ascii="Calibri" w:hAnsi="Calibri"/>
          <w:vertAlign w:val="superscript"/>
        </w:rPr>
        <w:t>-</w:t>
      </w:r>
      <w:r w:rsidR="0020312F">
        <w:rPr>
          <w:rFonts w:ascii="Calibri" w:hAnsi="Calibri"/>
          <w:vertAlign w:val="superscript"/>
        </w:rPr>
        <w:t>2</w:t>
      </w:r>
      <w:r w:rsidRPr="00623DC5">
        <w:rPr>
          <w:rFonts w:ascii="Calibri" w:hAnsi="Calibri"/>
          <w:vertAlign w:val="superscript"/>
        </w:rPr>
        <w:tab/>
      </w:r>
    </w:p>
    <w:p w14:paraId="60523170" w14:textId="77777777" w:rsidR="00620782" w:rsidRDefault="00620782" w:rsidP="00620782">
      <w:pPr>
        <w:rPr>
          <w:rFonts w:ascii="Calibri" w:hAnsi="Calibri"/>
        </w:rPr>
      </w:pPr>
    </w:p>
    <w:p w14:paraId="00EE32CE" w14:textId="77777777" w:rsidR="0020312F" w:rsidRDefault="0020312F" w:rsidP="00620782">
      <w:pPr>
        <w:rPr>
          <w:rFonts w:ascii="Calibri" w:hAnsi="Calibri"/>
        </w:rPr>
      </w:pPr>
    </w:p>
    <w:p w14:paraId="4D1FC2FB" w14:textId="77777777" w:rsidR="0020312F" w:rsidRPr="00623DC5" w:rsidRDefault="0020312F" w:rsidP="00620782">
      <w:pPr>
        <w:rPr>
          <w:rFonts w:ascii="Calibri" w:hAnsi="Calibri"/>
        </w:rPr>
      </w:pPr>
    </w:p>
    <w:p w14:paraId="4C3F833B" w14:textId="6FD67DF5" w:rsidR="00620782" w:rsidRPr="00623DC5" w:rsidRDefault="00620782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NH</w:t>
      </w:r>
      <w:r w:rsidRPr="00623DC5">
        <w:rPr>
          <w:rFonts w:ascii="Calibri" w:hAnsi="Calibri"/>
          <w:vertAlign w:val="subscript"/>
        </w:rPr>
        <w:t>4</w:t>
      </w:r>
      <w:r w:rsidRPr="00623DC5">
        <w:rPr>
          <w:rFonts w:ascii="Calibri" w:hAnsi="Calibri"/>
          <w:vertAlign w:val="superscript"/>
        </w:rPr>
        <w:t>+</w:t>
      </w:r>
      <w:r w:rsidR="0020312F">
        <w:rPr>
          <w:rFonts w:ascii="Calibri" w:hAnsi="Calibri"/>
          <w:vertAlign w:val="superscript"/>
        </w:rPr>
        <w:t>1</w:t>
      </w:r>
      <w:r w:rsidR="00391415" w:rsidRPr="00623DC5">
        <w:rPr>
          <w:rFonts w:ascii="Calibri" w:hAnsi="Calibri"/>
        </w:rPr>
        <w:t xml:space="preserve"> </w:t>
      </w:r>
      <w:r w:rsidRPr="00623DC5">
        <w:rPr>
          <w:rFonts w:ascii="Calibri" w:hAnsi="Calibri"/>
        </w:rPr>
        <w:t>and O</w:t>
      </w:r>
      <w:r w:rsidRPr="00623DC5">
        <w:rPr>
          <w:rFonts w:ascii="Calibri" w:hAnsi="Calibri"/>
          <w:vertAlign w:val="superscript"/>
        </w:rPr>
        <w:t>-</w:t>
      </w:r>
      <w:r w:rsidR="0020312F">
        <w:rPr>
          <w:rFonts w:ascii="Calibri" w:hAnsi="Calibri"/>
          <w:vertAlign w:val="superscript"/>
        </w:rPr>
        <w:t>2</w:t>
      </w:r>
      <w:r w:rsidRPr="00623DC5">
        <w:rPr>
          <w:rFonts w:ascii="Calibri" w:hAnsi="Calibri"/>
        </w:rPr>
        <w:tab/>
      </w:r>
    </w:p>
    <w:p w14:paraId="4FD47035" w14:textId="77777777" w:rsidR="00620782" w:rsidRDefault="00620782" w:rsidP="00620782">
      <w:pPr>
        <w:rPr>
          <w:rFonts w:ascii="Calibri" w:hAnsi="Calibri"/>
        </w:rPr>
      </w:pPr>
    </w:p>
    <w:p w14:paraId="5687EF39" w14:textId="77777777" w:rsidR="0020312F" w:rsidRDefault="0020312F" w:rsidP="00620782">
      <w:pPr>
        <w:rPr>
          <w:rFonts w:ascii="Calibri" w:hAnsi="Calibri"/>
        </w:rPr>
      </w:pPr>
    </w:p>
    <w:p w14:paraId="37F1536C" w14:textId="77777777" w:rsidR="0020312F" w:rsidRPr="00623DC5" w:rsidRDefault="0020312F" w:rsidP="00620782">
      <w:pPr>
        <w:rPr>
          <w:rFonts w:ascii="Calibri" w:hAnsi="Calibri"/>
        </w:rPr>
      </w:pPr>
    </w:p>
    <w:p w14:paraId="23E1770D" w14:textId="49A926E1" w:rsidR="00620782" w:rsidRPr="00623DC5" w:rsidRDefault="00620782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K</w:t>
      </w:r>
      <w:r w:rsidRPr="00623DC5">
        <w:rPr>
          <w:rFonts w:ascii="Calibri" w:hAnsi="Calibri"/>
          <w:vertAlign w:val="superscript"/>
        </w:rPr>
        <w:t>+</w:t>
      </w:r>
      <w:r w:rsidR="0020312F">
        <w:rPr>
          <w:rFonts w:ascii="Calibri" w:hAnsi="Calibri"/>
          <w:vertAlign w:val="superscript"/>
        </w:rPr>
        <w:t>1</w:t>
      </w:r>
      <w:r w:rsidRPr="00623DC5">
        <w:rPr>
          <w:rFonts w:ascii="Calibri" w:hAnsi="Calibri"/>
        </w:rPr>
        <w:t xml:space="preserve"> and ClO</w:t>
      </w:r>
      <w:r w:rsidRPr="00623DC5">
        <w:rPr>
          <w:rFonts w:ascii="Calibri" w:hAnsi="Calibri"/>
          <w:vertAlign w:val="subscript"/>
        </w:rPr>
        <w:t>4</w:t>
      </w:r>
      <w:r w:rsidRPr="00623DC5">
        <w:rPr>
          <w:rFonts w:ascii="Calibri" w:hAnsi="Calibri"/>
          <w:vertAlign w:val="superscript"/>
        </w:rPr>
        <w:t>-</w:t>
      </w:r>
      <w:r w:rsidR="0020312F">
        <w:rPr>
          <w:rFonts w:ascii="Calibri" w:hAnsi="Calibri"/>
          <w:vertAlign w:val="superscript"/>
        </w:rPr>
        <w:t>1</w:t>
      </w:r>
    </w:p>
    <w:p w14:paraId="60DAED9E" w14:textId="77777777" w:rsidR="00620782" w:rsidRDefault="00620782" w:rsidP="00620782">
      <w:pPr>
        <w:rPr>
          <w:rFonts w:ascii="Calibri" w:hAnsi="Calibri"/>
        </w:rPr>
      </w:pPr>
    </w:p>
    <w:p w14:paraId="401A176C" w14:textId="77777777" w:rsidR="0020312F" w:rsidRDefault="0020312F" w:rsidP="00620782">
      <w:pPr>
        <w:rPr>
          <w:rFonts w:ascii="Calibri" w:hAnsi="Calibri"/>
        </w:rPr>
      </w:pPr>
    </w:p>
    <w:p w14:paraId="4401651F" w14:textId="77777777" w:rsidR="0020312F" w:rsidRPr="00623DC5" w:rsidRDefault="0020312F" w:rsidP="00620782">
      <w:pPr>
        <w:rPr>
          <w:rFonts w:ascii="Calibri" w:hAnsi="Calibri"/>
        </w:rPr>
      </w:pPr>
    </w:p>
    <w:p w14:paraId="49DABCB6" w14:textId="0D92002E" w:rsidR="00620782" w:rsidRPr="00623DC5" w:rsidRDefault="00620782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Ba</w:t>
      </w:r>
      <w:r w:rsidRPr="00623DC5">
        <w:rPr>
          <w:rFonts w:ascii="Calibri" w:hAnsi="Calibri"/>
          <w:vertAlign w:val="superscript"/>
        </w:rPr>
        <w:t>+</w:t>
      </w:r>
      <w:r w:rsidR="0020312F">
        <w:rPr>
          <w:rFonts w:ascii="Calibri" w:hAnsi="Calibri"/>
          <w:vertAlign w:val="superscript"/>
        </w:rPr>
        <w:t>2</w:t>
      </w:r>
      <w:r w:rsidRPr="00623DC5">
        <w:rPr>
          <w:rFonts w:ascii="Calibri" w:hAnsi="Calibri"/>
        </w:rPr>
        <w:t xml:space="preserve"> and ClO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  <w:vertAlign w:val="superscript"/>
        </w:rPr>
        <w:t>-</w:t>
      </w:r>
      <w:r w:rsidR="0020312F">
        <w:rPr>
          <w:rFonts w:ascii="Calibri" w:hAnsi="Calibri"/>
          <w:vertAlign w:val="superscript"/>
        </w:rPr>
        <w:t>1</w:t>
      </w:r>
    </w:p>
    <w:p w14:paraId="4D4267CE" w14:textId="77777777" w:rsidR="00620782" w:rsidRDefault="00620782" w:rsidP="00620782">
      <w:pPr>
        <w:rPr>
          <w:rFonts w:ascii="Calibri" w:hAnsi="Calibri"/>
        </w:rPr>
      </w:pPr>
    </w:p>
    <w:p w14:paraId="04913CC4" w14:textId="77777777" w:rsidR="0020312F" w:rsidRDefault="0020312F" w:rsidP="00620782">
      <w:pPr>
        <w:rPr>
          <w:rFonts w:ascii="Calibri" w:hAnsi="Calibri"/>
        </w:rPr>
      </w:pPr>
    </w:p>
    <w:p w14:paraId="52D4F143" w14:textId="77777777" w:rsidR="0020312F" w:rsidRPr="00623DC5" w:rsidRDefault="0020312F" w:rsidP="00620782">
      <w:pPr>
        <w:rPr>
          <w:rFonts w:ascii="Calibri" w:hAnsi="Calibri"/>
        </w:rPr>
      </w:pPr>
    </w:p>
    <w:p w14:paraId="07951CDC" w14:textId="77777777" w:rsidR="00620782" w:rsidRPr="00623DC5" w:rsidRDefault="00391415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C</w:t>
      </w:r>
      <w:r w:rsidR="00620782" w:rsidRPr="00623DC5">
        <w:rPr>
          <w:rFonts w:ascii="Calibri" w:hAnsi="Calibri"/>
        </w:rPr>
        <w:t>alcium nitrate</w:t>
      </w:r>
    </w:p>
    <w:p w14:paraId="0A1B6910" w14:textId="77777777" w:rsidR="00620782" w:rsidRDefault="00620782" w:rsidP="00620782">
      <w:pPr>
        <w:rPr>
          <w:rFonts w:ascii="Calibri" w:hAnsi="Calibri"/>
        </w:rPr>
      </w:pPr>
    </w:p>
    <w:p w14:paraId="4E386ACF" w14:textId="77777777" w:rsidR="0020312F" w:rsidRDefault="0020312F" w:rsidP="00620782">
      <w:pPr>
        <w:rPr>
          <w:rFonts w:ascii="Calibri" w:hAnsi="Calibri"/>
        </w:rPr>
      </w:pPr>
    </w:p>
    <w:p w14:paraId="65666E60" w14:textId="77777777" w:rsidR="0020312F" w:rsidRPr="00623DC5" w:rsidRDefault="0020312F" w:rsidP="00620782">
      <w:pPr>
        <w:rPr>
          <w:rFonts w:ascii="Calibri" w:hAnsi="Calibri"/>
        </w:rPr>
      </w:pPr>
    </w:p>
    <w:p w14:paraId="589A4DF2" w14:textId="77777777" w:rsidR="00620782" w:rsidRPr="00623DC5" w:rsidRDefault="00391415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lastRenderedPageBreak/>
        <w:t>Ammonium</w:t>
      </w:r>
      <w:r w:rsidR="00620782" w:rsidRPr="00623DC5">
        <w:rPr>
          <w:rFonts w:ascii="Calibri" w:hAnsi="Calibri"/>
        </w:rPr>
        <w:t xml:space="preserve"> chromate</w:t>
      </w:r>
    </w:p>
    <w:p w14:paraId="2A6B0F73" w14:textId="77777777" w:rsidR="00620782" w:rsidRDefault="00620782" w:rsidP="00620782">
      <w:pPr>
        <w:rPr>
          <w:rFonts w:ascii="Calibri" w:hAnsi="Calibri"/>
        </w:rPr>
      </w:pPr>
    </w:p>
    <w:p w14:paraId="25A53749" w14:textId="77777777" w:rsidR="0020312F" w:rsidRDefault="0020312F" w:rsidP="00620782">
      <w:pPr>
        <w:rPr>
          <w:rFonts w:ascii="Calibri" w:hAnsi="Calibri"/>
        </w:rPr>
      </w:pPr>
    </w:p>
    <w:p w14:paraId="4E46C043" w14:textId="77777777" w:rsidR="0020312F" w:rsidRPr="00623DC5" w:rsidRDefault="0020312F" w:rsidP="00620782">
      <w:pPr>
        <w:rPr>
          <w:rFonts w:ascii="Calibri" w:hAnsi="Calibri"/>
        </w:rPr>
      </w:pPr>
    </w:p>
    <w:p w14:paraId="683C81B9" w14:textId="77777777" w:rsidR="00620782" w:rsidRPr="00623DC5" w:rsidRDefault="00391415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Magnesium</w:t>
      </w:r>
      <w:r w:rsidR="00620782" w:rsidRPr="00623DC5">
        <w:rPr>
          <w:rFonts w:ascii="Calibri" w:hAnsi="Calibri"/>
        </w:rPr>
        <w:t xml:space="preserve"> phosphate</w:t>
      </w:r>
    </w:p>
    <w:p w14:paraId="245D18F0" w14:textId="77777777" w:rsidR="00620782" w:rsidRDefault="00620782" w:rsidP="00620782">
      <w:pPr>
        <w:rPr>
          <w:rFonts w:ascii="Calibri" w:hAnsi="Calibri"/>
        </w:rPr>
      </w:pPr>
    </w:p>
    <w:p w14:paraId="0B4AB4E4" w14:textId="77777777" w:rsidR="0020312F" w:rsidRDefault="0020312F" w:rsidP="00620782">
      <w:pPr>
        <w:rPr>
          <w:rFonts w:ascii="Calibri" w:hAnsi="Calibri"/>
        </w:rPr>
      </w:pPr>
    </w:p>
    <w:p w14:paraId="4C0A4D8B" w14:textId="77777777" w:rsidR="0020312F" w:rsidRPr="00623DC5" w:rsidRDefault="0020312F" w:rsidP="00620782">
      <w:pPr>
        <w:rPr>
          <w:rFonts w:ascii="Calibri" w:hAnsi="Calibri"/>
        </w:rPr>
      </w:pPr>
    </w:p>
    <w:p w14:paraId="229265F6" w14:textId="77777777" w:rsidR="00620782" w:rsidRPr="00623DC5" w:rsidRDefault="00391415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Barium</w:t>
      </w:r>
      <w:r w:rsidR="00620782" w:rsidRPr="00623DC5">
        <w:rPr>
          <w:rFonts w:ascii="Calibri" w:hAnsi="Calibri"/>
        </w:rPr>
        <w:t xml:space="preserve"> nitrate</w:t>
      </w:r>
    </w:p>
    <w:p w14:paraId="12E093B2" w14:textId="77777777" w:rsidR="00620782" w:rsidRDefault="00620782" w:rsidP="00620782">
      <w:pPr>
        <w:rPr>
          <w:rFonts w:ascii="Calibri" w:hAnsi="Calibri"/>
        </w:rPr>
      </w:pPr>
    </w:p>
    <w:p w14:paraId="424DA89C" w14:textId="77777777" w:rsidR="0020312F" w:rsidRDefault="0020312F" w:rsidP="00620782">
      <w:pPr>
        <w:rPr>
          <w:rFonts w:ascii="Calibri" w:hAnsi="Calibri"/>
        </w:rPr>
      </w:pPr>
    </w:p>
    <w:p w14:paraId="384A3DB7" w14:textId="77777777" w:rsidR="0020312F" w:rsidRPr="00623DC5" w:rsidRDefault="0020312F" w:rsidP="00620782">
      <w:pPr>
        <w:rPr>
          <w:rFonts w:ascii="Calibri" w:hAnsi="Calibri"/>
        </w:rPr>
      </w:pPr>
    </w:p>
    <w:p w14:paraId="4C8EDD78" w14:textId="77777777" w:rsidR="00620782" w:rsidRPr="00623DC5" w:rsidRDefault="00391415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Ammonium</w:t>
      </w:r>
      <w:r w:rsidR="00620782" w:rsidRPr="00623DC5">
        <w:rPr>
          <w:rFonts w:ascii="Calibri" w:hAnsi="Calibri"/>
        </w:rPr>
        <w:t xml:space="preserve"> sulfate</w:t>
      </w:r>
    </w:p>
    <w:p w14:paraId="105706AD" w14:textId="77777777" w:rsidR="00620782" w:rsidRDefault="00620782" w:rsidP="00620782">
      <w:pPr>
        <w:rPr>
          <w:rFonts w:ascii="Calibri" w:hAnsi="Calibri"/>
        </w:rPr>
      </w:pPr>
    </w:p>
    <w:p w14:paraId="132E758B" w14:textId="77777777" w:rsidR="0020312F" w:rsidRDefault="0020312F" w:rsidP="00620782">
      <w:pPr>
        <w:rPr>
          <w:rFonts w:ascii="Calibri" w:hAnsi="Calibri"/>
        </w:rPr>
      </w:pPr>
    </w:p>
    <w:p w14:paraId="786003B9" w14:textId="77777777" w:rsidR="0020312F" w:rsidRPr="00623DC5" w:rsidRDefault="0020312F" w:rsidP="00620782">
      <w:pPr>
        <w:rPr>
          <w:rFonts w:ascii="Calibri" w:hAnsi="Calibri"/>
        </w:rPr>
      </w:pPr>
    </w:p>
    <w:p w14:paraId="75A7D37E" w14:textId="77777777" w:rsidR="00620782" w:rsidRDefault="00391415" w:rsidP="00620782">
      <w:pPr>
        <w:numPr>
          <w:ilvl w:val="0"/>
          <w:numId w:val="4"/>
        </w:numPr>
        <w:rPr>
          <w:rFonts w:ascii="Calibri" w:hAnsi="Calibri"/>
        </w:rPr>
      </w:pPr>
      <w:r w:rsidRPr="00623DC5">
        <w:rPr>
          <w:rFonts w:ascii="Calibri" w:hAnsi="Calibri"/>
        </w:rPr>
        <w:t>Sodium nitrate</w:t>
      </w:r>
    </w:p>
    <w:p w14:paraId="167BD32F" w14:textId="77777777" w:rsidR="0020312F" w:rsidRDefault="0020312F" w:rsidP="0020312F">
      <w:pPr>
        <w:rPr>
          <w:rFonts w:ascii="Calibri" w:hAnsi="Calibri"/>
        </w:rPr>
      </w:pPr>
    </w:p>
    <w:p w14:paraId="27617908" w14:textId="77777777" w:rsidR="0020312F" w:rsidRPr="00623DC5" w:rsidRDefault="0020312F" w:rsidP="0020312F">
      <w:pPr>
        <w:rPr>
          <w:rFonts w:ascii="Calibri" w:hAnsi="Calibri"/>
        </w:rPr>
      </w:pPr>
    </w:p>
    <w:p w14:paraId="622EADC0" w14:textId="77777777" w:rsidR="0020312F" w:rsidRDefault="0020312F" w:rsidP="00620782">
      <w:pPr>
        <w:rPr>
          <w:rFonts w:ascii="Calibri" w:hAnsi="Calibri"/>
        </w:rPr>
        <w:sectPr w:rsidR="0020312F" w:rsidSect="0020312F">
          <w:type w:val="continuous"/>
          <w:pgSz w:w="12240" w:h="15840"/>
          <w:pgMar w:top="720" w:right="1440" w:bottom="576" w:left="1440" w:header="720" w:footer="720" w:gutter="0"/>
          <w:cols w:num="2" w:space="720"/>
          <w:docGrid w:linePitch="360"/>
        </w:sectPr>
      </w:pPr>
    </w:p>
    <w:p w14:paraId="65EF8494" w14:textId="77777777" w:rsidR="003A265D" w:rsidRPr="00170C32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i/>
          <w:iCs/>
          <w:kern w:val="1"/>
          <w:sz w:val="28"/>
        </w:rPr>
      </w:pPr>
      <w:r w:rsidRPr="00170C32">
        <w:rPr>
          <w:rFonts w:ascii="Calibri" w:hAnsi="Calibri" w:cs="Arial"/>
          <w:i/>
          <w:iCs/>
          <w:kern w:val="1"/>
          <w:sz w:val="28"/>
        </w:rPr>
        <w:lastRenderedPageBreak/>
        <w:t>Write the formulas of the following compounds using the names shown:</w:t>
      </w:r>
    </w:p>
    <w:p w14:paraId="30BE0486" w14:textId="77777777" w:rsidR="003A265D" w:rsidRPr="00170C32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04C0570F" w14:textId="77777777" w:rsidR="003A265D" w:rsidRPr="00170C32" w:rsidRDefault="003A265D" w:rsidP="003A265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>Bromine pentachloride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61D88DC6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1BCE4ED5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54B2F5FA" w14:textId="77777777" w:rsidR="003A265D" w:rsidRPr="00170C32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4BC3CF07" w14:textId="77777777" w:rsidR="003A265D" w:rsidRPr="00170C32" w:rsidRDefault="003A265D" w:rsidP="003A265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>Tetraphosphorus trisulfide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31EA212D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093654A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61A1B02E" w14:textId="77777777" w:rsidR="003A265D" w:rsidRPr="00170C32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E0788D2" w14:textId="77777777" w:rsidR="003A265D" w:rsidRPr="00170C32" w:rsidRDefault="003A265D" w:rsidP="003A265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>Lithium acetate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0218D974" w14:textId="77777777" w:rsidR="003A265D" w:rsidRDefault="003A265D" w:rsidP="003A265D">
      <w:pPr>
        <w:widowControl w:val="0"/>
        <w:autoSpaceDE w:val="0"/>
        <w:autoSpaceDN w:val="0"/>
        <w:adjustRightInd w:val="0"/>
        <w:ind w:left="1440"/>
        <w:rPr>
          <w:rFonts w:ascii="Calibri" w:hAnsi="Calibri" w:cs="Arial"/>
          <w:kern w:val="1"/>
        </w:rPr>
      </w:pPr>
    </w:p>
    <w:p w14:paraId="12F0CEEC" w14:textId="77777777" w:rsidR="003A265D" w:rsidRDefault="003A265D" w:rsidP="003A265D">
      <w:pPr>
        <w:widowControl w:val="0"/>
        <w:autoSpaceDE w:val="0"/>
        <w:autoSpaceDN w:val="0"/>
        <w:adjustRightInd w:val="0"/>
        <w:ind w:left="1440"/>
        <w:rPr>
          <w:rFonts w:ascii="Calibri" w:hAnsi="Calibri" w:cs="Arial"/>
          <w:kern w:val="1"/>
        </w:rPr>
      </w:pPr>
    </w:p>
    <w:p w14:paraId="3B3EF107" w14:textId="77777777" w:rsidR="003A265D" w:rsidRPr="00170C32" w:rsidRDefault="003A265D" w:rsidP="003A265D">
      <w:pPr>
        <w:widowControl w:val="0"/>
        <w:autoSpaceDE w:val="0"/>
        <w:autoSpaceDN w:val="0"/>
        <w:adjustRightInd w:val="0"/>
        <w:ind w:left="1440"/>
        <w:rPr>
          <w:rFonts w:ascii="Calibri" w:hAnsi="Calibri" w:cs="Arial"/>
          <w:kern w:val="1"/>
        </w:rPr>
      </w:pPr>
    </w:p>
    <w:p w14:paraId="0E5ADFAE" w14:textId="77777777" w:rsidR="003A265D" w:rsidRPr="00170C32" w:rsidRDefault="003A265D" w:rsidP="003A265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Barium nitride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4F43D3F4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8B16358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483D23F3" w14:textId="77777777" w:rsidR="003A265D" w:rsidRPr="00170C32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8271BE4" w14:textId="77777777" w:rsidR="003A265D" w:rsidRPr="00170C32" w:rsidRDefault="003A265D" w:rsidP="003A265D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Strontium chloride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6C98FA37" w14:textId="77777777" w:rsidR="003A265D" w:rsidRDefault="003A265D" w:rsidP="003A265D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  <w:bookmarkStart w:id="0" w:name="_GoBack"/>
      <w:bookmarkEnd w:id="0"/>
    </w:p>
    <w:sectPr w:rsidR="003A265D" w:rsidSect="0020312F">
      <w:type w:val="continuous"/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45CB6"/>
    <w:multiLevelType w:val="hybridMultilevel"/>
    <w:tmpl w:val="10B09600"/>
    <w:lvl w:ilvl="0" w:tplc="7A0E0C3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F2610"/>
    <w:multiLevelType w:val="multilevel"/>
    <w:tmpl w:val="FA820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43C65"/>
    <w:multiLevelType w:val="hybridMultilevel"/>
    <w:tmpl w:val="40C05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41832"/>
    <w:multiLevelType w:val="hybridMultilevel"/>
    <w:tmpl w:val="F8D6B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C0E31"/>
    <w:multiLevelType w:val="hybridMultilevel"/>
    <w:tmpl w:val="FE4EB20A"/>
    <w:lvl w:ilvl="0" w:tplc="BBCAE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D4890"/>
    <w:multiLevelType w:val="hybridMultilevel"/>
    <w:tmpl w:val="E9841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31FBE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F679B"/>
    <w:multiLevelType w:val="hybridMultilevel"/>
    <w:tmpl w:val="D37E3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97B43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473C2"/>
    <w:multiLevelType w:val="hybridMultilevel"/>
    <w:tmpl w:val="3CC47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7D12CB"/>
    <w:multiLevelType w:val="hybridMultilevel"/>
    <w:tmpl w:val="34D640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916C9"/>
    <w:multiLevelType w:val="hybridMultilevel"/>
    <w:tmpl w:val="FA820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004E9"/>
    <w:multiLevelType w:val="hybridMultilevel"/>
    <w:tmpl w:val="AEACA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6028A"/>
    <w:multiLevelType w:val="hybridMultilevel"/>
    <w:tmpl w:val="69484F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957CF"/>
    <w:multiLevelType w:val="hybridMultilevel"/>
    <w:tmpl w:val="06229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3"/>
  </w:num>
  <w:num w:numId="5">
    <w:abstractNumId w:val="12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14"/>
  </w:num>
  <w:num w:numId="11">
    <w:abstractNumId w:val="0"/>
  </w:num>
  <w:num w:numId="12">
    <w:abstractNumId w:val="4"/>
  </w:num>
  <w:num w:numId="13">
    <w:abstractNumId w:val="11"/>
  </w:num>
  <w:num w:numId="14">
    <w:abstractNumId w:val="8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82"/>
    <w:rsid w:val="000B489C"/>
    <w:rsid w:val="0020312F"/>
    <w:rsid w:val="00276449"/>
    <w:rsid w:val="00391415"/>
    <w:rsid w:val="003A265D"/>
    <w:rsid w:val="003E0BEB"/>
    <w:rsid w:val="004B4E83"/>
    <w:rsid w:val="00620782"/>
    <w:rsid w:val="00623DC5"/>
    <w:rsid w:val="00B0746C"/>
    <w:rsid w:val="00C918AE"/>
    <w:rsid w:val="00DA7E79"/>
    <w:rsid w:val="00E53046"/>
    <w:rsid w:val="00F7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17679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620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623DC5"/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23DC5"/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23D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2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1</Pages>
  <Words>130</Words>
  <Characters>743</Characters>
  <Application>Microsoft Macintosh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2017-12-06T15:39:00Z</cp:lastPrinted>
  <dcterms:created xsi:type="dcterms:W3CDTF">2017-12-07T14:49:00Z</dcterms:created>
  <dcterms:modified xsi:type="dcterms:W3CDTF">2017-12-07T14:50:00Z</dcterms:modified>
</cp:coreProperties>
</file>